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E2" w:rsidRDefault="00A173E2" w:rsidP="00385B81">
      <w:pPr>
        <w:pBdr>
          <w:left w:val="single" w:sz="4" w:space="0" w:color="auto"/>
          <w:between w:val="single" w:sz="4" w:space="1" w:color="auto"/>
        </w:pBdr>
        <w:tabs>
          <w:tab w:val="left" w:pos="3248"/>
        </w:tabs>
        <w:ind w:left="4820" w:hanging="6096"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Додаток</w:t>
      </w:r>
    </w:p>
    <w:p w:rsidR="00A173E2" w:rsidRDefault="00A173E2" w:rsidP="00385B81">
      <w:pPr>
        <w:jc w:val="right"/>
        <w:rPr>
          <w:lang w:val="uk-UA"/>
        </w:rPr>
      </w:pPr>
      <w:r>
        <w:rPr>
          <w:lang w:val="uk-UA"/>
        </w:rPr>
        <w:t>до рішення сесії  Городоцької  міської ради</w:t>
      </w:r>
    </w:p>
    <w:p w:rsidR="00A173E2" w:rsidRDefault="00A173E2" w:rsidP="0052070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№</w:t>
      </w:r>
      <w:r>
        <w:rPr>
          <w:lang w:val="en-US"/>
        </w:rPr>
        <w:t xml:space="preserve"> 1353</w:t>
      </w:r>
      <w:r>
        <w:rPr>
          <w:lang w:val="uk-UA"/>
        </w:rPr>
        <w:t xml:space="preserve">  від «  </w:t>
      </w:r>
      <w:r>
        <w:rPr>
          <w:lang w:val="en-US"/>
        </w:rPr>
        <w:t>24</w:t>
      </w:r>
      <w:r>
        <w:rPr>
          <w:lang w:val="uk-UA"/>
        </w:rPr>
        <w:t xml:space="preserve">  </w:t>
      </w:r>
      <w:r w:rsidRPr="00297047">
        <w:rPr>
          <w:lang w:val="uk-UA"/>
        </w:rPr>
        <w:t>»</w:t>
      </w:r>
      <w:r>
        <w:rPr>
          <w:lang w:val="uk-UA"/>
        </w:rPr>
        <w:t xml:space="preserve">    </w:t>
      </w:r>
      <w:r>
        <w:rPr>
          <w:lang w:val="en-US"/>
        </w:rPr>
        <w:t>04</w:t>
      </w:r>
      <w:r>
        <w:rPr>
          <w:lang w:val="uk-UA"/>
        </w:rPr>
        <w:t xml:space="preserve">             2018р.       </w:t>
      </w:r>
    </w:p>
    <w:p w:rsidR="00A173E2" w:rsidRPr="00385B81" w:rsidRDefault="00A173E2" w:rsidP="00385B81">
      <w:pPr>
        <w:jc w:val="right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6"/>
        <w:gridCol w:w="4057"/>
        <w:gridCol w:w="3685"/>
      </w:tblGrid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№</w:t>
            </w:r>
          </w:p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пп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 xml:space="preserve">                         Назва  вулиці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 xml:space="preserve">            Протяжність (м)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 xml:space="preserve">Вул.Артищівська  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2868"/>
              </w:tabs>
              <w:spacing w:after="0" w:line="240" w:lineRule="auto"/>
              <w:ind w:right="1842"/>
              <w:rPr>
                <w:lang w:val="uk-UA"/>
              </w:rPr>
            </w:pPr>
            <w:r w:rsidRPr="00F46077">
              <w:rPr>
                <w:lang w:val="uk-UA"/>
              </w:rPr>
              <w:t>712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Вул.О.Басараб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144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Вул.В.Біласа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538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4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Вул.І.Богуна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140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5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 П.Вергуна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623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6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Вул.Д.Вітовського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129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7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Вул.В.Великого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239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8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Вул.Д.Воробкевича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180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9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Вул.Галицька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674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10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Вул.Д.Галицького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268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11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Вул.Героїв Крут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2136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12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Вул.Горішня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327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13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Вул.П.Григоренка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450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14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Вул.Заводська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310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15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Вул.Залізнична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905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16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Вул.М.Заньковецької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220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17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Вул.М.Зарицького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643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18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Вул.У.Кармелюка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156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19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Вул.Г.Кірпи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812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20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Вул.Княгині Ольги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239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21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 xml:space="preserve">Вул.О.Кобилянської 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324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22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Вул.Н.Кобринської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466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2</w:t>
            </w:r>
            <w:r w:rsidRPr="00F46077">
              <w:rPr>
                <w:lang w:val="en-US"/>
              </w:rPr>
              <w:t>3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Вул.І.Котляревсього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278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2</w:t>
            </w:r>
            <w:r w:rsidRPr="00F46077">
              <w:rPr>
                <w:lang w:val="en-US"/>
              </w:rPr>
              <w:t>4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Вул.М.Кривоноса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292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en-US"/>
              </w:rPr>
              <w:t>25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Вул.С.Крушельницької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150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2</w:t>
            </w:r>
            <w:r w:rsidRPr="00F46077">
              <w:rPr>
                <w:lang w:val="en-US"/>
              </w:rPr>
              <w:t>6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Вул.К.Левицького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104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2</w:t>
            </w:r>
            <w:r w:rsidRPr="00F46077">
              <w:rPr>
                <w:lang w:val="en-US"/>
              </w:rPr>
              <w:t>7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Вул.Р.Лиска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205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2</w:t>
            </w:r>
            <w:r w:rsidRPr="00F46077">
              <w:rPr>
                <w:lang w:val="en-US"/>
              </w:rPr>
              <w:t>8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Вул.С.Людкевича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219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en-US"/>
              </w:rPr>
              <w:t>29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Вул.О.Маковея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350</w:t>
            </w:r>
          </w:p>
        </w:tc>
      </w:tr>
      <w:tr w:rsidR="00A173E2" w:rsidRPr="00F46077" w:rsidTr="00F46077">
        <w:trPr>
          <w:trHeight w:val="77"/>
        </w:trPr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3</w:t>
            </w:r>
            <w:r w:rsidRPr="00F46077">
              <w:rPr>
                <w:lang w:val="en-US"/>
              </w:rPr>
              <w:t>0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Вул.М.Менцинського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329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3</w:t>
            </w:r>
            <w:r w:rsidRPr="00F46077">
              <w:rPr>
                <w:lang w:val="en-US"/>
              </w:rPr>
              <w:t>1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Вул.Нова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310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3</w:t>
            </w:r>
            <w:r w:rsidRPr="00F46077">
              <w:rPr>
                <w:lang w:val="en-US"/>
              </w:rPr>
              <w:t>2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Вул.І.Огієнка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930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3</w:t>
            </w:r>
            <w:r w:rsidRPr="00F46077">
              <w:rPr>
                <w:lang w:val="en-US"/>
              </w:rPr>
              <w:t>3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Вул.Л.Озаркевича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492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3</w:t>
            </w:r>
            <w:r w:rsidRPr="00F46077">
              <w:rPr>
                <w:lang w:val="en-US"/>
              </w:rPr>
              <w:t>4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Вул.О.Ольжича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450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3</w:t>
            </w:r>
            <w:r w:rsidRPr="00F46077">
              <w:rPr>
                <w:lang w:val="en-US"/>
              </w:rPr>
              <w:t>5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Вул.П.Орлика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800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3</w:t>
            </w:r>
            <w:r w:rsidRPr="00F46077">
              <w:rPr>
                <w:lang w:val="en-US"/>
              </w:rPr>
              <w:t>6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Вул.П.Полуботка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367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3</w:t>
            </w:r>
            <w:r w:rsidRPr="00F46077">
              <w:rPr>
                <w:lang w:val="en-US"/>
              </w:rPr>
              <w:t>7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Вул.Промислова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306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3</w:t>
            </w:r>
            <w:r w:rsidRPr="00F46077">
              <w:rPr>
                <w:lang w:val="en-US"/>
              </w:rPr>
              <w:t>8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Вул.Садова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131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en-US"/>
              </w:rPr>
              <w:t>39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Вул.О.Самчука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344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4</w:t>
            </w:r>
            <w:r w:rsidRPr="00F46077">
              <w:rPr>
                <w:lang w:val="en-US"/>
              </w:rPr>
              <w:t>0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Вул.Д.Січинського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192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4</w:t>
            </w:r>
            <w:r w:rsidRPr="00F46077">
              <w:rPr>
                <w:lang w:val="en-US"/>
              </w:rPr>
              <w:t>1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Вул.Соборна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212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4</w:t>
            </w:r>
            <w:r w:rsidRPr="00F46077">
              <w:rPr>
                <w:lang w:val="en-US"/>
              </w:rPr>
              <w:t>2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Вул.С.Стасюка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1290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4</w:t>
            </w:r>
            <w:r w:rsidRPr="00F46077">
              <w:rPr>
                <w:lang w:val="en-US"/>
              </w:rPr>
              <w:t>3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Вул.В.Стефаника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150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4</w:t>
            </w:r>
            <w:r w:rsidRPr="00F46077">
              <w:rPr>
                <w:lang w:val="en-US"/>
              </w:rPr>
              <w:t>4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Вул.М.Тарнавського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361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4</w:t>
            </w:r>
            <w:r w:rsidRPr="00F46077">
              <w:rPr>
                <w:lang w:val="en-US"/>
              </w:rPr>
              <w:t>5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Вул.О.Теліги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450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4</w:t>
            </w:r>
            <w:r w:rsidRPr="00F46077">
              <w:rPr>
                <w:lang w:val="en-US"/>
              </w:rPr>
              <w:t>6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Вул.Г.Хоткевича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600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4</w:t>
            </w:r>
            <w:r w:rsidRPr="00F46077">
              <w:rPr>
                <w:lang w:val="en-US"/>
              </w:rPr>
              <w:t>7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А.Чайківського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145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4</w:t>
            </w:r>
            <w:r w:rsidRPr="00F46077">
              <w:rPr>
                <w:lang w:val="en-US"/>
              </w:rPr>
              <w:t>8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Вул.Черемшини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574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en-US"/>
              </w:rPr>
              <w:t>49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Вул.М.Чурай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150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  <w:r w:rsidRPr="00F46077">
              <w:rPr>
                <w:lang w:val="uk-UA"/>
              </w:rPr>
              <w:t>5</w:t>
            </w:r>
            <w:r w:rsidRPr="00F46077">
              <w:rPr>
                <w:lang w:val="en-US"/>
              </w:rPr>
              <w:t>0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Вул.Р.Шухевича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450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51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Просп.. Майдан Гайдамаків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270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52</w:t>
            </w: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 xml:space="preserve">Вул.Авіаційна 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2985</w:t>
            </w:r>
          </w:p>
        </w:tc>
      </w:tr>
      <w:tr w:rsidR="00A173E2" w:rsidRPr="00F46077" w:rsidTr="00F46077">
        <w:tc>
          <w:tcPr>
            <w:tcW w:w="446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</w:p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</w:p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en-US"/>
              </w:rPr>
            </w:pPr>
          </w:p>
        </w:tc>
        <w:tc>
          <w:tcPr>
            <w:tcW w:w="4057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t xml:space="preserve">Загальна протяжність </w:t>
            </w:r>
          </w:p>
        </w:tc>
        <w:tc>
          <w:tcPr>
            <w:tcW w:w="3685" w:type="dxa"/>
          </w:tcPr>
          <w:p w:rsidR="00A173E2" w:rsidRPr="00F46077" w:rsidRDefault="00A173E2" w:rsidP="00F46077">
            <w:pPr>
              <w:tabs>
                <w:tab w:val="left" w:pos="3248"/>
              </w:tabs>
              <w:spacing w:after="0" w:line="240" w:lineRule="auto"/>
              <w:rPr>
                <w:lang w:val="uk-UA"/>
              </w:rPr>
            </w:pPr>
            <w:r w:rsidRPr="00F46077">
              <w:rPr>
                <w:lang w:val="uk-UA"/>
              </w:rPr>
              <w:t>23781</w:t>
            </w:r>
          </w:p>
        </w:tc>
      </w:tr>
    </w:tbl>
    <w:p w:rsidR="00A173E2" w:rsidRDefault="00A173E2" w:rsidP="00434439">
      <w:pPr>
        <w:rPr>
          <w:rStyle w:val="Strong"/>
          <w:lang w:val="uk-UA"/>
        </w:rPr>
      </w:pPr>
    </w:p>
    <w:p w:rsidR="00A173E2" w:rsidRDefault="00A173E2" w:rsidP="00434439">
      <w:pPr>
        <w:rPr>
          <w:rStyle w:val="Strong"/>
          <w:b w:val="0"/>
          <w:lang w:val="uk-UA"/>
        </w:rPr>
      </w:pPr>
    </w:p>
    <w:p w:rsidR="00A173E2" w:rsidRPr="00434439" w:rsidRDefault="00A173E2" w:rsidP="00434439">
      <w:pPr>
        <w:rPr>
          <w:rStyle w:val="Strong"/>
          <w:b w:val="0"/>
          <w:lang w:val="uk-UA"/>
        </w:rPr>
      </w:pPr>
      <w:r>
        <w:rPr>
          <w:rStyle w:val="Strong"/>
          <w:b w:val="0"/>
          <w:lang w:val="uk-UA"/>
        </w:rPr>
        <w:t xml:space="preserve">Секретат  ради                                                                                                                     Ю.Віткова                                                      </w:t>
      </w:r>
    </w:p>
    <w:sectPr w:rsidR="00A173E2" w:rsidRPr="00434439" w:rsidSect="00710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D34CA"/>
    <w:multiLevelType w:val="hybridMultilevel"/>
    <w:tmpl w:val="C4B4E1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81A"/>
    <w:rsid w:val="00010D9B"/>
    <w:rsid w:val="00052C0B"/>
    <w:rsid w:val="00093786"/>
    <w:rsid w:val="00157F1A"/>
    <w:rsid w:val="00202CF6"/>
    <w:rsid w:val="0021781A"/>
    <w:rsid w:val="002725F0"/>
    <w:rsid w:val="00297047"/>
    <w:rsid w:val="002B074A"/>
    <w:rsid w:val="002E2A29"/>
    <w:rsid w:val="00346D5A"/>
    <w:rsid w:val="003744F1"/>
    <w:rsid w:val="00385B81"/>
    <w:rsid w:val="00395C90"/>
    <w:rsid w:val="00434439"/>
    <w:rsid w:val="00473A78"/>
    <w:rsid w:val="00520709"/>
    <w:rsid w:val="005219B6"/>
    <w:rsid w:val="00552DCE"/>
    <w:rsid w:val="00561A81"/>
    <w:rsid w:val="00642977"/>
    <w:rsid w:val="0064452F"/>
    <w:rsid w:val="00710007"/>
    <w:rsid w:val="007F6034"/>
    <w:rsid w:val="00886F8E"/>
    <w:rsid w:val="008A4BE4"/>
    <w:rsid w:val="008F6210"/>
    <w:rsid w:val="009A39E5"/>
    <w:rsid w:val="009E3060"/>
    <w:rsid w:val="00A04E91"/>
    <w:rsid w:val="00A173E2"/>
    <w:rsid w:val="00AB0C6F"/>
    <w:rsid w:val="00AD147E"/>
    <w:rsid w:val="00B376C2"/>
    <w:rsid w:val="00B41EC5"/>
    <w:rsid w:val="00B93511"/>
    <w:rsid w:val="00BF3C45"/>
    <w:rsid w:val="00C146E3"/>
    <w:rsid w:val="00C467D2"/>
    <w:rsid w:val="00C74AE0"/>
    <w:rsid w:val="00CC4A33"/>
    <w:rsid w:val="00D52A19"/>
    <w:rsid w:val="00D93966"/>
    <w:rsid w:val="00ED5919"/>
    <w:rsid w:val="00F4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00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781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178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5B8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85B81"/>
    <w:rPr>
      <w:rFonts w:cs="Times New Roman"/>
      <w:b/>
      <w:bCs/>
      <w:i/>
      <w:iCs/>
      <w:color w:val="4F81BD"/>
    </w:rPr>
  </w:style>
  <w:style w:type="paragraph" w:styleId="Quote">
    <w:name w:val="Quote"/>
    <w:basedOn w:val="Normal"/>
    <w:next w:val="Normal"/>
    <w:link w:val="QuoteChar"/>
    <w:uiPriority w:val="99"/>
    <w:qFormat/>
    <w:rsid w:val="00434439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434439"/>
    <w:rPr>
      <w:rFonts w:cs="Times New Roman"/>
      <w:i/>
      <w:iCs/>
      <w:color w:val="000000"/>
    </w:rPr>
  </w:style>
  <w:style w:type="character" w:styleId="Strong">
    <w:name w:val="Strong"/>
    <w:basedOn w:val="DefaultParagraphFont"/>
    <w:uiPriority w:val="99"/>
    <w:qFormat/>
    <w:rsid w:val="00434439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57F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277</Words>
  <Characters>1582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Додаток</dc:title>
  <dc:subject/>
  <dc:creator>admin</dc:creator>
  <cp:keywords/>
  <dc:description/>
  <cp:lastModifiedBy>Юрій Голубов</cp:lastModifiedBy>
  <cp:revision>4</cp:revision>
  <cp:lastPrinted>2018-04-23T09:23:00Z</cp:lastPrinted>
  <dcterms:created xsi:type="dcterms:W3CDTF">2018-04-23T09:23:00Z</dcterms:created>
  <dcterms:modified xsi:type="dcterms:W3CDTF">2018-05-25T11:26:00Z</dcterms:modified>
</cp:coreProperties>
</file>